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352C0E82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F9686F">
        <w:rPr>
          <w:rFonts w:ascii="Corbel" w:hAnsi="Corbel"/>
          <w:smallCaps/>
          <w:sz w:val="24"/>
          <w:szCs w:val="24"/>
        </w:rPr>
        <w:t>2022-2024</w:t>
      </w:r>
    </w:p>
    <w:p w14:paraId="1CEF618B" w14:textId="1D799F5E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931D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1931D8">
        <w:rPr>
          <w:rFonts w:ascii="Corbel" w:hAnsi="Corbel"/>
          <w:sz w:val="20"/>
          <w:szCs w:val="20"/>
        </w:rPr>
        <w:t>3</w:t>
      </w:r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222FE899" w:rsidR="0085747A" w:rsidRPr="009B0C14" w:rsidRDefault="005C5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1CF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68F85DC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B7794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09B32565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931D8">
        <w:rPr>
          <w:rFonts w:ascii="Corbel" w:hAnsi="Corbel"/>
          <w:b w:val="0"/>
          <w:i/>
          <w:sz w:val="24"/>
          <w:szCs w:val="24"/>
        </w:rPr>
        <w:t>w Jednostce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EE8EFCA" w:rsidR="00015B8F" w:rsidRPr="009B0C14" w:rsidRDefault="00590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6D2441DF" w:rsidR="00015B8F" w:rsidRPr="009B0C14" w:rsidRDefault="005C5091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4456224A" w:rsidR="005C5091" w:rsidRPr="009B0C14" w:rsidRDefault="005C5091" w:rsidP="001931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1931D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bookmarkStart w:id="3" w:name="_GoBack"/>
            <w:bookmarkEnd w:id="3"/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42C8AFD5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96AE4" w14:textId="77777777" w:rsidR="00D41E31" w:rsidRDefault="00D41E31" w:rsidP="00C16ABF">
      <w:pPr>
        <w:spacing w:after="0" w:line="240" w:lineRule="auto"/>
      </w:pPr>
      <w:r>
        <w:separator/>
      </w:r>
    </w:p>
  </w:endnote>
  <w:endnote w:type="continuationSeparator" w:id="0">
    <w:p w14:paraId="0330145C" w14:textId="77777777" w:rsidR="00D41E31" w:rsidRDefault="00D41E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61180" w14:textId="77777777" w:rsidR="00D41E31" w:rsidRDefault="00D41E31" w:rsidP="00C16ABF">
      <w:pPr>
        <w:spacing w:after="0" w:line="240" w:lineRule="auto"/>
      </w:pPr>
      <w:r>
        <w:separator/>
      </w:r>
    </w:p>
  </w:footnote>
  <w:footnote w:type="continuationSeparator" w:id="0">
    <w:p w14:paraId="2D026A0B" w14:textId="77777777" w:rsidR="00D41E31" w:rsidRDefault="00D41E31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1D8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1633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2A25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B1F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4A07"/>
    <w:rsid w:val="009757FD"/>
    <w:rsid w:val="00984C51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77941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1E31"/>
    <w:rsid w:val="00D425B2"/>
    <w:rsid w:val="00D552B2"/>
    <w:rsid w:val="00D608D1"/>
    <w:rsid w:val="00D74119"/>
    <w:rsid w:val="00D8075B"/>
    <w:rsid w:val="00D8678B"/>
    <w:rsid w:val="00D97D1E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08A3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9686F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15DC2A-20A0-4E04-8E8C-F2A2A5A55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6E091-653A-421B-A0B0-876682FD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2017-02-15T12:41:00Z</cp:lastPrinted>
  <dcterms:created xsi:type="dcterms:W3CDTF">2020-12-01T13:31:00Z</dcterms:created>
  <dcterms:modified xsi:type="dcterms:W3CDTF">2023-01-27T08:51:00Z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